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6BFE2" w14:textId="6737A347" w:rsidR="004D36D7" w:rsidRPr="00FD4A68" w:rsidRDefault="00CB67EB" w:rsidP="006530EC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29C8BB83C7BD4E14BE2DDA7D09FA68B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1A64E1" w:rsidRPr="001A64E1">
            <w:t>Packet Tracer – Troubleshooting Challenge</w:t>
          </w:r>
        </w:sdtContent>
      </w:sdt>
      <w:r w:rsidR="004D36D7" w:rsidRPr="00FD4A68">
        <w:t xml:space="preserve"> </w:t>
      </w:r>
    </w:p>
    <w:p w14:paraId="39400A41" w14:textId="19F02027" w:rsidR="00D778DF" w:rsidRDefault="00D778DF" w:rsidP="00D452F4">
      <w:pPr>
        <w:pStyle w:val="Heading1"/>
      </w:pPr>
      <w:r w:rsidRPr="00E70096">
        <w:t>Addressing Table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5"/>
        <w:gridCol w:w="2160"/>
        <w:gridCol w:w="3060"/>
        <w:gridCol w:w="2515"/>
      </w:tblGrid>
      <w:tr w:rsidR="00F41571" w14:paraId="3B569C23" w14:textId="77777777" w:rsidTr="00083FED">
        <w:trPr>
          <w:tblHeader/>
          <w:jc w:val="center"/>
        </w:trPr>
        <w:tc>
          <w:tcPr>
            <w:tcW w:w="2335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7ACC06D0" w14:textId="77777777" w:rsidR="00E4203F" w:rsidRDefault="00E4203F" w:rsidP="00623988">
            <w:pPr>
              <w:pStyle w:val="TableHeading"/>
            </w:pPr>
            <w:r>
              <w:t>Device</w:t>
            </w:r>
          </w:p>
        </w:tc>
        <w:tc>
          <w:tcPr>
            <w:tcW w:w="2160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002E5653" w14:textId="77777777" w:rsidR="00E4203F" w:rsidRDefault="00E4203F" w:rsidP="00623988">
            <w:pPr>
              <w:pStyle w:val="TableHeading"/>
            </w:pPr>
            <w:r>
              <w:t>Interface</w:t>
            </w:r>
          </w:p>
        </w:tc>
        <w:tc>
          <w:tcPr>
            <w:tcW w:w="3060" w:type="dxa"/>
            <w:shd w:val="clear" w:color="auto" w:fill="DBE5F1" w:themeFill="accent1" w:themeFillTint="33"/>
            <w:vAlign w:val="center"/>
          </w:tcPr>
          <w:p w14:paraId="0CB24BE7" w14:textId="22A83193" w:rsidR="00E4203F" w:rsidRDefault="00E4203F" w:rsidP="00623988">
            <w:pPr>
              <w:pStyle w:val="TableHeading"/>
            </w:pPr>
            <w:r>
              <w:t>IP Address / Prefix</w:t>
            </w:r>
          </w:p>
        </w:tc>
        <w:tc>
          <w:tcPr>
            <w:tcW w:w="2515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10522B5F" w14:textId="77777777" w:rsidR="00E4203F" w:rsidRDefault="00E4203F" w:rsidP="00623988">
            <w:pPr>
              <w:pStyle w:val="TableHeading"/>
            </w:pPr>
            <w:r>
              <w:t>Default Gateway</w:t>
            </w:r>
          </w:p>
        </w:tc>
      </w:tr>
      <w:tr w:rsidR="00F41571" w14:paraId="100AAD44" w14:textId="77777777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nil"/>
            </w:tcBorders>
            <w:vAlign w:val="center"/>
          </w:tcPr>
          <w:p w14:paraId="02B5E5B7" w14:textId="77777777" w:rsidR="00E4203F" w:rsidRDefault="00E4203F" w:rsidP="001A64E1">
            <w:pPr>
              <w:pStyle w:val="TableText"/>
            </w:pPr>
            <w:r>
              <w:t>R1</w:t>
            </w:r>
          </w:p>
        </w:tc>
        <w:tc>
          <w:tcPr>
            <w:tcW w:w="2160" w:type="dxa"/>
            <w:tcBorders>
              <w:bottom w:val="nil"/>
            </w:tcBorders>
            <w:vAlign w:val="center"/>
          </w:tcPr>
          <w:p w14:paraId="173A52FB" w14:textId="77777777" w:rsidR="00E4203F" w:rsidRDefault="00E4203F" w:rsidP="001A64E1">
            <w:pPr>
              <w:pStyle w:val="TableText"/>
            </w:pPr>
            <w:r>
              <w:t>G0/0</w:t>
            </w:r>
          </w:p>
        </w:tc>
        <w:tc>
          <w:tcPr>
            <w:tcW w:w="3060" w:type="dxa"/>
            <w:vAlign w:val="center"/>
          </w:tcPr>
          <w:p w14:paraId="338E3530" w14:textId="334EDBCA" w:rsidR="00E4203F" w:rsidRPr="001B0585" w:rsidRDefault="00E4203F" w:rsidP="001D6A56">
            <w:pPr>
              <w:pStyle w:val="TableText"/>
            </w:pPr>
            <w:r>
              <w:t>17</w:t>
            </w:r>
            <w:r w:rsidRPr="001B0585">
              <w:t>2.16.</w:t>
            </w:r>
            <w:r>
              <w:t>1</w:t>
            </w:r>
            <w:r w:rsidRPr="001B0585">
              <w:t>.</w:t>
            </w:r>
            <w:r>
              <w:t>62 /26</w:t>
            </w:r>
          </w:p>
        </w:tc>
        <w:tc>
          <w:tcPr>
            <w:tcW w:w="2515" w:type="dxa"/>
            <w:tcBorders>
              <w:bottom w:val="nil"/>
            </w:tcBorders>
            <w:vAlign w:val="center"/>
          </w:tcPr>
          <w:p w14:paraId="6BFE2628" w14:textId="77777777" w:rsidR="00E4203F" w:rsidRPr="001B0585" w:rsidRDefault="00E4203F" w:rsidP="001A64E1">
            <w:pPr>
              <w:pStyle w:val="TableText"/>
            </w:pPr>
            <w:r w:rsidRPr="001B0585">
              <w:t>N/A</w:t>
            </w:r>
          </w:p>
        </w:tc>
      </w:tr>
      <w:tr w:rsidR="00F41571" w14:paraId="0B40C8A5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04A5D05D" w14:textId="228E71DB" w:rsidR="00E4203F" w:rsidRPr="009C342E" w:rsidRDefault="00E4203F" w:rsidP="00083FED">
            <w:pPr>
              <w:pStyle w:val="ConfigWindow"/>
            </w:pPr>
            <w:r w:rsidRPr="009C342E">
              <w:t>R1</w:t>
            </w: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68373E46" w14:textId="282373F2" w:rsidR="00E4203F" w:rsidRPr="009C342E" w:rsidRDefault="00E4203F" w:rsidP="00083FED">
            <w:pPr>
              <w:pStyle w:val="ConfigWindow"/>
            </w:pPr>
            <w:r w:rsidRPr="009C342E">
              <w:t>G0/0</w:t>
            </w:r>
          </w:p>
        </w:tc>
        <w:tc>
          <w:tcPr>
            <w:tcW w:w="3060" w:type="dxa"/>
            <w:vAlign w:val="center"/>
          </w:tcPr>
          <w:p w14:paraId="2A5CF001" w14:textId="0B144D55" w:rsidR="00E4203F" w:rsidRPr="001B0585" w:rsidRDefault="00E4203F" w:rsidP="001A64E1">
            <w:pPr>
              <w:pStyle w:val="TableText"/>
            </w:pPr>
            <w:r w:rsidRPr="001B0585">
              <w:t>2001:</w:t>
            </w:r>
            <w:r w:rsidR="007C14B9">
              <w:t>db</w:t>
            </w:r>
            <w:proofErr w:type="gramStart"/>
            <w:r w:rsidRPr="001B0585">
              <w:t>8:</w:t>
            </w:r>
            <w:r w:rsidR="007C14B9">
              <w:t>cafe</w:t>
            </w:r>
            <w:r w:rsidRPr="001B0585">
              <w:t>::</w:t>
            </w:r>
            <w:proofErr w:type="gramEnd"/>
            <w:r w:rsidRPr="001B0585">
              <w:t>1/64</w:t>
            </w:r>
          </w:p>
        </w:tc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4858A1B7" w14:textId="77777777" w:rsidR="00E4203F" w:rsidRPr="001B0585" w:rsidRDefault="00E4203F" w:rsidP="00083FED">
            <w:pPr>
              <w:pStyle w:val="ConfigWindow"/>
            </w:pPr>
            <w:r w:rsidRPr="001B0585">
              <w:t>N/A</w:t>
            </w:r>
          </w:p>
        </w:tc>
      </w:tr>
      <w:tr w:rsidR="00F41571" w14:paraId="5521298A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2A49BC59" w14:textId="03D29557" w:rsidR="00E4203F" w:rsidRPr="005C357F" w:rsidRDefault="00E4203F" w:rsidP="00083FED">
            <w:pPr>
              <w:pStyle w:val="ConfigWindow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vAlign w:val="center"/>
          </w:tcPr>
          <w:p w14:paraId="69CB787F" w14:textId="7A99C99E" w:rsidR="00E4203F" w:rsidRDefault="00E4203F" w:rsidP="00083FED">
            <w:pPr>
              <w:pStyle w:val="ConfigWindow"/>
            </w:pPr>
            <w:r>
              <w:t>G0/0</w:t>
            </w:r>
          </w:p>
        </w:tc>
        <w:tc>
          <w:tcPr>
            <w:tcW w:w="3060" w:type="dxa"/>
            <w:vAlign w:val="center"/>
          </w:tcPr>
          <w:p w14:paraId="3DDA9BFE" w14:textId="52AFA5A8" w:rsidR="00E4203F" w:rsidRPr="001B0585" w:rsidRDefault="00E4203F" w:rsidP="001A64E1">
            <w:pPr>
              <w:pStyle w:val="TableText"/>
            </w:pPr>
            <w:r>
              <w:t>fe80::1</w:t>
            </w:r>
          </w:p>
        </w:tc>
        <w:tc>
          <w:tcPr>
            <w:tcW w:w="2515" w:type="dxa"/>
            <w:tcBorders>
              <w:top w:val="nil"/>
              <w:bottom w:val="single" w:sz="4" w:space="0" w:color="auto"/>
            </w:tcBorders>
            <w:vAlign w:val="center"/>
          </w:tcPr>
          <w:p w14:paraId="26D1AE87" w14:textId="0B41F0DA" w:rsidR="00E4203F" w:rsidRPr="001B0585" w:rsidRDefault="00E4203F" w:rsidP="00083FED">
            <w:pPr>
              <w:pStyle w:val="ConfigWindow"/>
            </w:pPr>
            <w:r>
              <w:t>N/A</w:t>
            </w:r>
          </w:p>
        </w:tc>
      </w:tr>
      <w:tr w:rsidR="00F41571" w14:paraId="5834064B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4F5E0947" w14:textId="4AA3F5B5" w:rsidR="00E4203F" w:rsidRDefault="00E4203F" w:rsidP="00083FED">
            <w:pPr>
              <w:pStyle w:val="ConfigWindow"/>
            </w:pPr>
            <w:r w:rsidRPr="005C357F">
              <w:t>R1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  <w:vAlign w:val="center"/>
          </w:tcPr>
          <w:p w14:paraId="6596D07E" w14:textId="77777777" w:rsidR="00E4203F" w:rsidRDefault="00E4203F" w:rsidP="001A64E1">
            <w:pPr>
              <w:pStyle w:val="TableText"/>
            </w:pPr>
            <w:r>
              <w:t>G0/1</w:t>
            </w:r>
          </w:p>
        </w:tc>
        <w:tc>
          <w:tcPr>
            <w:tcW w:w="3060" w:type="dxa"/>
            <w:vAlign w:val="center"/>
          </w:tcPr>
          <w:p w14:paraId="65C95A99" w14:textId="54BC948C" w:rsidR="00E4203F" w:rsidRPr="001B0585" w:rsidRDefault="00E4203F" w:rsidP="001A64E1">
            <w:pPr>
              <w:pStyle w:val="TableText"/>
            </w:pPr>
            <w:r w:rsidRPr="001B0585">
              <w:t>1</w:t>
            </w:r>
            <w:r>
              <w:t>7</w:t>
            </w:r>
            <w:r w:rsidRPr="001B0585">
              <w:t>2.16.</w:t>
            </w:r>
            <w:r>
              <w:t>1</w:t>
            </w:r>
            <w:r w:rsidRPr="001B0585">
              <w:t>.</w:t>
            </w:r>
            <w:r>
              <w:t>126 /26</w:t>
            </w:r>
          </w:p>
        </w:tc>
        <w:tc>
          <w:tcPr>
            <w:tcW w:w="2515" w:type="dxa"/>
            <w:tcBorders>
              <w:bottom w:val="nil"/>
            </w:tcBorders>
            <w:vAlign w:val="center"/>
          </w:tcPr>
          <w:p w14:paraId="7FD98E46" w14:textId="77777777" w:rsidR="00E4203F" w:rsidRPr="001B0585" w:rsidRDefault="00E4203F" w:rsidP="001A64E1">
            <w:pPr>
              <w:pStyle w:val="TableText"/>
            </w:pPr>
            <w:r w:rsidRPr="001B0585">
              <w:t>N/A</w:t>
            </w:r>
          </w:p>
        </w:tc>
      </w:tr>
      <w:tr w:rsidR="00F41571" w14:paraId="17FF3A8F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5EE2569E" w14:textId="0F15EC5C" w:rsidR="00E4203F" w:rsidRDefault="00E4203F" w:rsidP="00083FED">
            <w:pPr>
              <w:pStyle w:val="ConfigWindow"/>
            </w:pPr>
            <w:r w:rsidRPr="005C357F">
              <w:t>R1</w:t>
            </w: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2C21D067" w14:textId="05F055C2" w:rsidR="00E4203F" w:rsidRPr="009C342E" w:rsidRDefault="00E4203F" w:rsidP="00083FED">
            <w:pPr>
              <w:pStyle w:val="ConfigWindow"/>
            </w:pPr>
            <w:r w:rsidRPr="009C342E">
              <w:t>G0/1</w:t>
            </w:r>
          </w:p>
        </w:tc>
        <w:tc>
          <w:tcPr>
            <w:tcW w:w="3060" w:type="dxa"/>
            <w:vAlign w:val="center"/>
          </w:tcPr>
          <w:p w14:paraId="2844D390" w14:textId="663339B1" w:rsidR="00E4203F" w:rsidRPr="001B0585" w:rsidRDefault="00E4203F" w:rsidP="001A64E1">
            <w:pPr>
              <w:pStyle w:val="TableText"/>
            </w:pPr>
            <w:r w:rsidRPr="001B0585">
              <w:t>2001:</w:t>
            </w:r>
            <w:r w:rsidR="007C14B9">
              <w:t>db</w:t>
            </w:r>
            <w:proofErr w:type="gramStart"/>
            <w:r w:rsidRPr="001B0585">
              <w:t>8:</w:t>
            </w:r>
            <w:r w:rsidR="007C14B9">
              <w:t>cafe</w:t>
            </w:r>
            <w:proofErr w:type="gramEnd"/>
            <w:r w:rsidRPr="001B0585">
              <w:t>:1::1/64</w:t>
            </w:r>
          </w:p>
        </w:tc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6D9F6C00" w14:textId="77777777" w:rsidR="00E4203F" w:rsidRPr="001B0585" w:rsidRDefault="00E4203F" w:rsidP="00083FED">
            <w:pPr>
              <w:pStyle w:val="ConfigWindow"/>
            </w:pPr>
            <w:r w:rsidRPr="001B0585">
              <w:t>N/A</w:t>
            </w:r>
          </w:p>
        </w:tc>
      </w:tr>
      <w:tr w:rsidR="00F41571" w14:paraId="656246EA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7FA11943" w14:textId="4C56D38A" w:rsidR="00E4203F" w:rsidRPr="005C357F" w:rsidRDefault="00E4203F" w:rsidP="00083FED">
            <w:pPr>
              <w:pStyle w:val="ConfigWindow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vAlign w:val="center"/>
          </w:tcPr>
          <w:p w14:paraId="625317AC" w14:textId="3B881D59" w:rsidR="00E4203F" w:rsidRPr="009C342E" w:rsidRDefault="00E4203F" w:rsidP="00083FED">
            <w:pPr>
              <w:pStyle w:val="ConfigWindow"/>
            </w:pPr>
            <w:r>
              <w:t>G0/1</w:t>
            </w:r>
          </w:p>
        </w:tc>
        <w:tc>
          <w:tcPr>
            <w:tcW w:w="3060" w:type="dxa"/>
            <w:vAlign w:val="center"/>
          </w:tcPr>
          <w:p w14:paraId="28C016E6" w14:textId="00827CAF" w:rsidR="00E4203F" w:rsidRPr="001B0585" w:rsidRDefault="00E4203F" w:rsidP="001D6A56">
            <w:pPr>
              <w:pStyle w:val="TableText"/>
            </w:pPr>
            <w:r>
              <w:t>fe80::1</w:t>
            </w:r>
          </w:p>
        </w:tc>
        <w:tc>
          <w:tcPr>
            <w:tcW w:w="2515" w:type="dxa"/>
            <w:tcBorders>
              <w:top w:val="nil"/>
              <w:bottom w:val="single" w:sz="4" w:space="0" w:color="auto"/>
            </w:tcBorders>
            <w:vAlign w:val="center"/>
          </w:tcPr>
          <w:p w14:paraId="38425FCE" w14:textId="38835A44" w:rsidR="00E4203F" w:rsidRPr="001B0585" w:rsidRDefault="00E4203F" w:rsidP="00083FED">
            <w:pPr>
              <w:pStyle w:val="ConfigWindow"/>
            </w:pPr>
            <w:r w:rsidRPr="001B0585">
              <w:t>N/A</w:t>
            </w:r>
          </w:p>
        </w:tc>
      </w:tr>
      <w:tr w:rsidR="00F41571" w14:paraId="504BE8D5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35762B7C" w14:textId="57194376" w:rsidR="00E4203F" w:rsidRDefault="00E4203F" w:rsidP="00083FED">
            <w:pPr>
              <w:pStyle w:val="ConfigWindow"/>
            </w:pPr>
            <w:r w:rsidRPr="005C357F">
              <w:t>R1</w:t>
            </w:r>
          </w:p>
        </w:tc>
        <w:tc>
          <w:tcPr>
            <w:tcW w:w="2160" w:type="dxa"/>
            <w:tcBorders>
              <w:bottom w:val="nil"/>
            </w:tcBorders>
            <w:vAlign w:val="center"/>
          </w:tcPr>
          <w:p w14:paraId="116EFBFB" w14:textId="77777777" w:rsidR="00E4203F" w:rsidRDefault="00E4203F" w:rsidP="001D6A56">
            <w:pPr>
              <w:pStyle w:val="TableText"/>
            </w:pPr>
            <w:r>
              <w:t>G0/2</w:t>
            </w:r>
          </w:p>
        </w:tc>
        <w:tc>
          <w:tcPr>
            <w:tcW w:w="3060" w:type="dxa"/>
            <w:vAlign w:val="center"/>
          </w:tcPr>
          <w:p w14:paraId="69C58E0B" w14:textId="645ECEB8" w:rsidR="00E4203F" w:rsidRPr="001B0585" w:rsidRDefault="00E4203F" w:rsidP="001D6A56">
            <w:pPr>
              <w:pStyle w:val="TableText"/>
            </w:pPr>
            <w:r w:rsidRPr="001B0585">
              <w:t>1</w:t>
            </w:r>
            <w:r>
              <w:t>72.16.1.254 /25</w:t>
            </w:r>
          </w:p>
        </w:tc>
        <w:tc>
          <w:tcPr>
            <w:tcW w:w="2515" w:type="dxa"/>
            <w:tcBorders>
              <w:bottom w:val="nil"/>
            </w:tcBorders>
            <w:vAlign w:val="center"/>
          </w:tcPr>
          <w:p w14:paraId="720BF892" w14:textId="77777777" w:rsidR="00E4203F" w:rsidRPr="001B0585" w:rsidRDefault="00E4203F" w:rsidP="001D6A56">
            <w:pPr>
              <w:pStyle w:val="TableText"/>
            </w:pPr>
            <w:r w:rsidRPr="001B0585">
              <w:t>N/A</w:t>
            </w:r>
          </w:p>
        </w:tc>
      </w:tr>
      <w:tr w:rsidR="00F41571" w14:paraId="58365D79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0B300D85" w14:textId="7F3DEEFD" w:rsidR="00E4203F" w:rsidRDefault="00E4203F" w:rsidP="00083FED">
            <w:pPr>
              <w:pStyle w:val="ConfigWindow"/>
            </w:pPr>
            <w:r w:rsidRPr="005C357F">
              <w:t>R1</w:t>
            </w: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4D836E7F" w14:textId="65E0D6CB" w:rsidR="00E4203F" w:rsidRPr="009C342E" w:rsidRDefault="00E4203F" w:rsidP="00083FED">
            <w:pPr>
              <w:pStyle w:val="ConfigWindow"/>
            </w:pPr>
            <w:r w:rsidRPr="009C342E">
              <w:t>G0/2</w:t>
            </w:r>
          </w:p>
        </w:tc>
        <w:tc>
          <w:tcPr>
            <w:tcW w:w="3060" w:type="dxa"/>
            <w:vAlign w:val="center"/>
          </w:tcPr>
          <w:p w14:paraId="4632ED68" w14:textId="63481C0E" w:rsidR="00E4203F" w:rsidRPr="001B0585" w:rsidRDefault="00E4203F" w:rsidP="001D6A56">
            <w:pPr>
              <w:pStyle w:val="TableText"/>
            </w:pPr>
            <w:r w:rsidRPr="001B0585">
              <w:t>2001:</w:t>
            </w:r>
            <w:r w:rsidR="007C14B9">
              <w:t>db</w:t>
            </w:r>
            <w:proofErr w:type="gramStart"/>
            <w:r w:rsidRPr="001B0585">
              <w:t>8:</w:t>
            </w:r>
            <w:r w:rsidR="007C14B9">
              <w:t>cafe</w:t>
            </w:r>
            <w:proofErr w:type="gramEnd"/>
            <w:r w:rsidRPr="001B0585">
              <w:t>:2::1/64</w:t>
            </w:r>
          </w:p>
        </w:tc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3563FEE5" w14:textId="77777777" w:rsidR="00E4203F" w:rsidRPr="001B0585" w:rsidRDefault="00E4203F" w:rsidP="00083FED">
            <w:pPr>
              <w:pStyle w:val="ConfigWindow"/>
            </w:pPr>
            <w:r w:rsidRPr="001B0585">
              <w:t>N/A</w:t>
            </w:r>
          </w:p>
        </w:tc>
      </w:tr>
      <w:tr w:rsidR="00F41571" w14:paraId="43E1D0C8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7ADE7970" w14:textId="096E8A2F" w:rsidR="00E4203F" w:rsidRPr="005C357F" w:rsidRDefault="00E4203F" w:rsidP="001D6A56">
            <w:pPr>
              <w:pStyle w:val="ConfigWindow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vAlign w:val="center"/>
          </w:tcPr>
          <w:p w14:paraId="43E5BD11" w14:textId="5D184873" w:rsidR="00E4203F" w:rsidRPr="009C342E" w:rsidRDefault="00E4203F" w:rsidP="00083FED">
            <w:pPr>
              <w:pStyle w:val="ConfigWindow"/>
            </w:pPr>
            <w:r>
              <w:t>G0/2</w:t>
            </w:r>
          </w:p>
        </w:tc>
        <w:tc>
          <w:tcPr>
            <w:tcW w:w="3060" w:type="dxa"/>
            <w:vAlign w:val="center"/>
          </w:tcPr>
          <w:p w14:paraId="5F9306EC" w14:textId="62718805" w:rsidR="00E4203F" w:rsidRPr="001B0585" w:rsidRDefault="00E4203F" w:rsidP="001D6A56">
            <w:pPr>
              <w:pStyle w:val="TableText"/>
            </w:pPr>
            <w:r>
              <w:t>fe80::1</w:t>
            </w:r>
          </w:p>
        </w:tc>
        <w:tc>
          <w:tcPr>
            <w:tcW w:w="2515" w:type="dxa"/>
            <w:tcBorders>
              <w:top w:val="nil"/>
              <w:bottom w:val="single" w:sz="4" w:space="0" w:color="auto"/>
            </w:tcBorders>
            <w:vAlign w:val="center"/>
          </w:tcPr>
          <w:p w14:paraId="34A89ED3" w14:textId="4308C6D4" w:rsidR="00E4203F" w:rsidRPr="001B0585" w:rsidRDefault="00E4203F" w:rsidP="00083FED">
            <w:pPr>
              <w:pStyle w:val="ConfigWindow"/>
            </w:pPr>
            <w:r>
              <w:t>N/A</w:t>
            </w:r>
          </w:p>
        </w:tc>
      </w:tr>
      <w:tr w:rsidR="00F41571" w14:paraId="21FAA9B7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38ACD355" w14:textId="06065A0C" w:rsidR="00E4203F" w:rsidRDefault="00E4203F" w:rsidP="00083FED">
            <w:pPr>
              <w:pStyle w:val="ConfigWindow"/>
            </w:pPr>
            <w:r w:rsidRPr="005C357F">
              <w:t>R1</w:t>
            </w:r>
          </w:p>
        </w:tc>
        <w:tc>
          <w:tcPr>
            <w:tcW w:w="2160" w:type="dxa"/>
            <w:tcBorders>
              <w:bottom w:val="nil"/>
            </w:tcBorders>
            <w:vAlign w:val="center"/>
          </w:tcPr>
          <w:p w14:paraId="59343EB1" w14:textId="77777777" w:rsidR="00E4203F" w:rsidRDefault="00E4203F" w:rsidP="001D6A56">
            <w:pPr>
              <w:pStyle w:val="TableText"/>
            </w:pPr>
            <w:r>
              <w:t>S0/0/1</w:t>
            </w:r>
          </w:p>
        </w:tc>
        <w:tc>
          <w:tcPr>
            <w:tcW w:w="3060" w:type="dxa"/>
            <w:vAlign w:val="center"/>
          </w:tcPr>
          <w:p w14:paraId="4455EBD6" w14:textId="3BE103CF" w:rsidR="00E4203F" w:rsidRPr="001B0585" w:rsidRDefault="00E4203F" w:rsidP="001D6A56">
            <w:pPr>
              <w:pStyle w:val="TableText"/>
            </w:pPr>
            <w:r>
              <w:t>10.0.0.2 /30</w:t>
            </w:r>
          </w:p>
        </w:tc>
        <w:tc>
          <w:tcPr>
            <w:tcW w:w="2515" w:type="dxa"/>
            <w:tcBorders>
              <w:bottom w:val="nil"/>
            </w:tcBorders>
            <w:vAlign w:val="center"/>
          </w:tcPr>
          <w:p w14:paraId="0DF242D5" w14:textId="77777777" w:rsidR="00E4203F" w:rsidRPr="001B0585" w:rsidRDefault="00E4203F" w:rsidP="001D6A56">
            <w:pPr>
              <w:pStyle w:val="TableText"/>
            </w:pPr>
            <w:r w:rsidRPr="001B0585">
              <w:t>N/A</w:t>
            </w:r>
          </w:p>
        </w:tc>
      </w:tr>
      <w:tr w:rsidR="00F41571" w14:paraId="3481C863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284D9E22" w14:textId="3CB934D5" w:rsidR="00E4203F" w:rsidRDefault="00E4203F" w:rsidP="00083FED">
            <w:pPr>
              <w:pStyle w:val="ConfigWindow"/>
            </w:pPr>
            <w:r w:rsidRPr="005C357F">
              <w:t>R1</w:t>
            </w: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44B85139" w14:textId="1251C2A9" w:rsidR="00E4203F" w:rsidRPr="009C342E" w:rsidRDefault="00E4203F" w:rsidP="00083FED">
            <w:pPr>
              <w:pStyle w:val="ConfigWindow"/>
            </w:pPr>
            <w:r w:rsidRPr="009C342E">
              <w:t>S0/0/1</w:t>
            </w:r>
          </w:p>
        </w:tc>
        <w:tc>
          <w:tcPr>
            <w:tcW w:w="3060" w:type="dxa"/>
            <w:vAlign w:val="center"/>
          </w:tcPr>
          <w:p w14:paraId="6E10CD7F" w14:textId="1CE4D773" w:rsidR="00E4203F" w:rsidRPr="001B0585" w:rsidRDefault="00E4203F" w:rsidP="001D6A56">
            <w:pPr>
              <w:pStyle w:val="TableText"/>
            </w:pPr>
            <w:r w:rsidRPr="001B0585">
              <w:t>2001:</w:t>
            </w:r>
            <w:r w:rsidR="007C14B9">
              <w:t>db</w:t>
            </w:r>
            <w:r w:rsidRPr="001B0585">
              <w:t>8:2::1/64</w:t>
            </w:r>
          </w:p>
        </w:tc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7C5719B2" w14:textId="77777777" w:rsidR="00E4203F" w:rsidRPr="001B0585" w:rsidRDefault="00E4203F" w:rsidP="00083FED">
            <w:pPr>
              <w:pStyle w:val="ConfigWindow"/>
            </w:pPr>
            <w:r w:rsidRPr="001B0585">
              <w:t>N/A</w:t>
            </w:r>
          </w:p>
        </w:tc>
      </w:tr>
      <w:tr w:rsidR="00F41571" w14:paraId="3C8A92A6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6273B38D" w14:textId="5EFF0A54" w:rsidR="00E4203F" w:rsidRPr="005C357F" w:rsidRDefault="00E4203F" w:rsidP="001D6A56">
            <w:pPr>
              <w:pStyle w:val="ConfigWindow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vAlign w:val="center"/>
          </w:tcPr>
          <w:p w14:paraId="0BBC0822" w14:textId="521E6DB4" w:rsidR="00E4203F" w:rsidRPr="009C342E" w:rsidRDefault="00E4203F" w:rsidP="00083FED">
            <w:pPr>
              <w:pStyle w:val="ConfigWindow"/>
            </w:pPr>
            <w:r>
              <w:t>S0/0/1</w:t>
            </w:r>
          </w:p>
        </w:tc>
        <w:tc>
          <w:tcPr>
            <w:tcW w:w="3060" w:type="dxa"/>
            <w:vAlign w:val="center"/>
          </w:tcPr>
          <w:p w14:paraId="4790C702" w14:textId="5468C991" w:rsidR="00E4203F" w:rsidRPr="001B0585" w:rsidRDefault="00E4203F" w:rsidP="001D6A56">
            <w:pPr>
              <w:pStyle w:val="TableText"/>
            </w:pPr>
            <w:r>
              <w:t>fe80::1</w:t>
            </w:r>
          </w:p>
        </w:tc>
        <w:tc>
          <w:tcPr>
            <w:tcW w:w="2515" w:type="dxa"/>
            <w:tcBorders>
              <w:top w:val="nil"/>
              <w:bottom w:val="single" w:sz="4" w:space="0" w:color="auto"/>
            </w:tcBorders>
            <w:vAlign w:val="center"/>
          </w:tcPr>
          <w:p w14:paraId="70CB2656" w14:textId="2B5FEF79" w:rsidR="00E4203F" w:rsidRPr="001B0585" w:rsidRDefault="00E4203F" w:rsidP="00083FED">
            <w:pPr>
              <w:pStyle w:val="ConfigWindow"/>
            </w:pPr>
            <w:r>
              <w:t>N/A</w:t>
            </w:r>
          </w:p>
        </w:tc>
      </w:tr>
      <w:tr w:rsidR="00F41571" w14:paraId="45CBCAA8" w14:textId="77777777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71F14837" w14:textId="77777777" w:rsidR="00E4203F" w:rsidRDefault="00E4203F" w:rsidP="001D6A56">
            <w:pPr>
              <w:pStyle w:val="TableText"/>
            </w:pPr>
            <w:r>
              <w:t>Main</w:t>
            </w:r>
          </w:p>
        </w:tc>
        <w:tc>
          <w:tcPr>
            <w:tcW w:w="2160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506C6668" w14:textId="77777777" w:rsidR="00E4203F" w:rsidRDefault="00E4203F" w:rsidP="001D6A56">
            <w:pPr>
              <w:pStyle w:val="TableText"/>
            </w:pPr>
            <w:r>
              <w:t>S0/0/0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69A18A81" w14:textId="4B3F5ABC" w:rsidR="00E4203F" w:rsidRPr="001B0585" w:rsidRDefault="00E4203F" w:rsidP="001D6A56">
            <w:pPr>
              <w:pStyle w:val="TableText"/>
            </w:pPr>
            <w:r w:rsidRPr="001B0585">
              <w:t>209.165.200.226</w:t>
            </w:r>
            <w:r>
              <w:t xml:space="preserve"> /30</w:t>
            </w:r>
          </w:p>
        </w:tc>
        <w:tc>
          <w:tcPr>
            <w:tcW w:w="2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6B4EB6E8" w14:textId="77777777" w:rsidR="00E4203F" w:rsidRPr="001B0585" w:rsidRDefault="00E4203F" w:rsidP="001D6A56">
            <w:pPr>
              <w:pStyle w:val="TableText"/>
            </w:pPr>
            <w:r w:rsidRPr="001B0585">
              <w:t>N/A</w:t>
            </w:r>
          </w:p>
        </w:tc>
      </w:tr>
      <w:tr w:rsidR="00F41571" w14:paraId="03CC7826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62A69EC" w14:textId="5408ECE4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Main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42E42E0" w14:textId="72097852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S0/0/0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4DC8516F" w14:textId="218C1017" w:rsidR="00E4203F" w:rsidRPr="001B0585" w:rsidRDefault="00E4203F" w:rsidP="001D6A56">
            <w:pPr>
              <w:pStyle w:val="TableText"/>
            </w:pPr>
            <w:r w:rsidRPr="001B0585">
              <w:t>2001:</w:t>
            </w:r>
            <w:r w:rsidR="007C14B9">
              <w:t>db</w:t>
            </w:r>
            <w:r w:rsidRPr="001B0585">
              <w:t>8:1::1/64</w:t>
            </w:r>
          </w:p>
        </w:tc>
        <w:tc>
          <w:tcPr>
            <w:tcW w:w="251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9516CEC" w14:textId="77777777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N/A</w:t>
            </w:r>
          </w:p>
        </w:tc>
      </w:tr>
      <w:tr w:rsidR="00F41571" w14:paraId="5F4D2793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4011409" w14:textId="02AA4539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Main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6A49A1" w14:textId="548E5F05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S0/0/0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60976D58" w14:textId="0AA6C35E" w:rsidR="00E4203F" w:rsidRPr="001B0585" w:rsidRDefault="00E4203F" w:rsidP="001D6A56">
            <w:pPr>
              <w:pStyle w:val="TableText"/>
            </w:pPr>
            <w:r>
              <w:t>fe80::2</w:t>
            </w:r>
          </w:p>
        </w:tc>
        <w:tc>
          <w:tcPr>
            <w:tcW w:w="251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714411" w14:textId="1C28A4CA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N/A</w:t>
            </w:r>
          </w:p>
        </w:tc>
      </w:tr>
      <w:tr w:rsidR="00F41571" w14:paraId="2C028B06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629F82F" w14:textId="39D2CC79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Main</w:t>
            </w:r>
          </w:p>
        </w:tc>
        <w:tc>
          <w:tcPr>
            <w:tcW w:w="2160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23230DA0" w14:textId="77777777" w:rsidR="00E4203F" w:rsidRDefault="00E4203F" w:rsidP="001D6A56">
            <w:pPr>
              <w:pStyle w:val="TableText"/>
            </w:pPr>
            <w:r>
              <w:t>S0/0/1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12CE71D8" w14:textId="3EA55797" w:rsidR="00E4203F" w:rsidRPr="001B0585" w:rsidRDefault="00E4203F" w:rsidP="001D6A56">
            <w:pPr>
              <w:pStyle w:val="TableText"/>
            </w:pPr>
            <w:r>
              <w:t>10.0.0.1 /30</w:t>
            </w:r>
          </w:p>
        </w:tc>
        <w:tc>
          <w:tcPr>
            <w:tcW w:w="2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27CAD964" w14:textId="77777777" w:rsidR="00E4203F" w:rsidRPr="001B0585" w:rsidRDefault="00E4203F" w:rsidP="001D6A56">
            <w:pPr>
              <w:pStyle w:val="TableText"/>
            </w:pPr>
            <w:r w:rsidRPr="001B0585">
              <w:t>N/A</w:t>
            </w:r>
          </w:p>
        </w:tc>
      </w:tr>
      <w:tr w:rsidR="00F41571" w14:paraId="12B9AD30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89C39C5" w14:textId="66FB12A0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Main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C613D8B" w14:textId="78C4CF8C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S0/0/1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5982C474" w14:textId="3F91FDC6" w:rsidR="00E4203F" w:rsidRPr="001B0585" w:rsidRDefault="00E4203F" w:rsidP="001D6A56">
            <w:pPr>
              <w:pStyle w:val="TableText"/>
            </w:pPr>
            <w:r w:rsidRPr="001B0585">
              <w:t>2001:</w:t>
            </w:r>
            <w:r w:rsidR="007C14B9">
              <w:t>db</w:t>
            </w:r>
            <w:r w:rsidRPr="001B0585">
              <w:t>8:2::2/64</w:t>
            </w:r>
          </w:p>
        </w:tc>
        <w:tc>
          <w:tcPr>
            <w:tcW w:w="251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063E0F4" w14:textId="77777777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N/A</w:t>
            </w:r>
          </w:p>
        </w:tc>
      </w:tr>
      <w:tr w:rsidR="00F41571" w14:paraId="1DF385F8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01553B" w14:textId="71CCC033" w:rsidR="00E4203F" w:rsidRPr="00083FED" w:rsidRDefault="00E4203F" w:rsidP="001D6A56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Main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2F92E0" w14:textId="56B25612" w:rsidR="00E4203F" w:rsidRPr="00083FED" w:rsidRDefault="00E4203F" w:rsidP="001D6A56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S0/0/1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3C225811" w14:textId="03CF00D2" w:rsidR="00E4203F" w:rsidRPr="001B0585" w:rsidRDefault="00E4203F" w:rsidP="001D6A56">
            <w:pPr>
              <w:pStyle w:val="TableText"/>
            </w:pPr>
            <w:r>
              <w:t>fe80::2</w:t>
            </w:r>
          </w:p>
        </w:tc>
        <w:tc>
          <w:tcPr>
            <w:tcW w:w="2515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737656F9" w14:textId="471EE77C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N/A</w:t>
            </w:r>
          </w:p>
        </w:tc>
      </w:tr>
      <w:tr w:rsidR="00F41571" w14:paraId="08CFB6DE" w14:textId="77777777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5B4EC" w14:textId="77777777" w:rsidR="00E4203F" w:rsidRDefault="00E4203F" w:rsidP="001D6A56">
            <w:pPr>
              <w:pStyle w:val="TableText"/>
            </w:pPr>
            <w:r>
              <w:t>S1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AA991" w14:textId="77777777" w:rsidR="00E4203F" w:rsidRDefault="00E4203F" w:rsidP="001D6A56">
            <w:pPr>
              <w:pStyle w:val="TableText"/>
            </w:pPr>
            <w:r>
              <w:t>VLAN 1</w:t>
            </w:r>
          </w:p>
        </w:tc>
        <w:tc>
          <w:tcPr>
            <w:tcW w:w="3060" w:type="dxa"/>
            <w:vAlign w:val="center"/>
          </w:tcPr>
          <w:p w14:paraId="79F7F803" w14:textId="4ED9ADC0" w:rsidR="00E4203F" w:rsidRPr="001B0585" w:rsidRDefault="00E4203F" w:rsidP="001D6A56">
            <w:pPr>
              <w:pStyle w:val="TableText"/>
            </w:pPr>
            <w:r>
              <w:t>172.16.1.61 /26</w:t>
            </w:r>
          </w:p>
        </w:tc>
        <w:tc>
          <w:tcPr>
            <w:tcW w:w="2515" w:type="dxa"/>
            <w:vAlign w:val="center"/>
          </w:tcPr>
          <w:p w14:paraId="4CB9A3DA" w14:textId="77777777" w:rsidR="00E4203F" w:rsidRPr="001B0585" w:rsidRDefault="00E4203F" w:rsidP="001D6A56">
            <w:pPr>
              <w:pStyle w:val="TableText"/>
            </w:pPr>
            <w:r>
              <w:t>172.16.1.62</w:t>
            </w:r>
          </w:p>
        </w:tc>
      </w:tr>
      <w:tr w:rsidR="00F41571" w14:paraId="00F8EA8C" w14:textId="77777777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A71FDE" w14:textId="77777777" w:rsidR="00E4203F" w:rsidRDefault="00E4203F" w:rsidP="001D6A56">
            <w:pPr>
              <w:pStyle w:val="TableText"/>
            </w:pPr>
            <w:r>
              <w:t>S2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7E4A7C" w14:textId="77777777" w:rsidR="00E4203F" w:rsidRDefault="00E4203F" w:rsidP="001D6A56">
            <w:pPr>
              <w:pStyle w:val="TableText"/>
            </w:pPr>
            <w:r>
              <w:t>VLAN 1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50FC51C9" w14:textId="6D83EF8E" w:rsidR="00E4203F" w:rsidRPr="001B0585" w:rsidRDefault="00E4203F" w:rsidP="001D6A56">
            <w:pPr>
              <w:pStyle w:val="TableText"/>
            </w:pPr>
            <w:r>
              <w:t>172.16.1.125 /26</w:t>
            </w:r>
          </w:p>
        </w:tc>
        <w:tc>
          <w:tcPr>
            <w:tcW w:w="2515" w:type="dxa"/>
            <w:shd w:val="clear" w:color="auto" w:fill="F2F2F2" w:themeFill="background1" w:themeFillShade="F2"/>
            <w:vAlign w:val="center"/>
          </w:tcPr>
          <w:p w14:paraId="27519CCB" w14:textId="77777777" w:rsidR="00E4203F" w:rsidRPr="001B0585" w:rsidRDefault="00E4203F" w:rsidP="001D6A56">
            <w:pPr>
              <w:pStyle w:val="TableText"/>
            </w:pPr>
            <w:r>
              <w:t>172.16.1.126</w:t>
            </w:r>
          </w:p>
        </w:tc>
      </w:tr>
      <w:tr w:rsidR="00F41571" w14:paraId="5A57E066" w14:textId="77777777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AA552" w14:textId="77777777" w:rsidR="00E4203F" w:rsidRDefault="00E4203F" w:rsidP="001D6A56">
            <w:pPr>
              <w:pStyle w:val="TableText"/>
            </w:pPr>
            <w:r>
              <w:t>S3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517EE" w14:textId="77777777" w:rsidR="00E4203F" w:rsidRDefault="00E4203F" w:rsidP="001D6A56">
            <w:pPr>
              <w:pStyle w:val="TableText"/>
            </w:pPr>
            <w:r>
              <w:t>VLAN 1</w:t>
            </w:r>
          </w:p>
        </w:tc>
        <w:tc>
          <w:tcPr>
            <w:tcW w:w="3060" w:type="dxa"/>
            <w:vAlign w:val="center"/>
          </w:tcPr>
          <w:p w14:paraId="4863BBEF" w14:textId="7A0A04EF" w:rsidR="00E4203F" w:rsidRPr="001B0585" w:rsidRDefault="00E4203F" w:rsidP="001D6A56">
            <w:pPr>
              <w:pStyle w:val="TableText"/>
            </w:pPr>
            <w:r>
              <w:t>172.16.1.253 /25</w:t>
            </w:r>
          </w:p>
        </w:tc>
        <w:tc>
          <w:tcPr>
            <w:tcW w:w="2515" w:type="dxa"/>
            <w:vAlign w:val="center"/>
          </w:tcPr>
          <w:p w14:paraId="31BA7CF0" w14:textId="77777777" w:rsidR="00E4203F" w:rsidRPr="001B0585" w:rsidRDefault="00E4203F" w:rsidP="001D6A56">
            <w:pPr>
              <w:pStyle w:val="TableText"/>
            </w:pPr>
            <w:r>
              <w:t>172.16.1</w:t>
            </w:r>
            <w:r w:rsidRPr="001B0585">
              <w:t>.</w:t>
            </w:r>
            <w:r>
              <w:t>254</w:t>
            </w:r>
          </w:p>
        </w:tc>
      </w:tr>
      <w:tr w:rsidR="00F41571" w14:paraId="73DEB548" w14:textId="77777777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78488164" w14:textId="77777777" w:rsidR="00E4203F" w:rsidRDefault="00E4203F" w:rsidP="001D6A56">
            <w:pPr>
              <w:pStyle w:val="TableText"/>
            </w:pPr>
            <w:r>
              <w:t>IT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1098DF74" w14:textId="77777777" w:rsidR="00E4203F" w:rsidRDefault="00E4203F" w:rsidP="001D6A56">
            <w:pPr>
              <w:pStyle w:val="TableText"/>
            </w:pPr>
            <w:r>
              <w:t>NIC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53C11E03" w14:textId="6025C399" w:rsidR="00E4203F" w:rsidRPr="001B0585" w:rsidRDefault="00E4203F" w:rsidP="001D6A56">
            <w:pPr>
              <w:pStyle w:val="TableText"/>
            </w:pPr>
            <w:r w:rsidRPr="001B0585">
              <w:t>1</w:t>
            </w:r>
            <w:r>
              <w:t>7</w:t>
            </w:r>
            <w:r w:rsidRPr="001B0585">
              <w:t>2.16.</w:t>
            </w:r>
            <w:r>
              <w:t>1</w:t>
            </w:r>
            <w:r w:rsidRPr="001B0585">
              <w:t>.</w:t>
            </w:r>
            <w:r>
              <w:t>1 /26</w:t>
            </w:r>
          </w:p>
        </w:tc>
        <w:tc>
          <w:tcPr>
            <w:tcW w:w="2515" w:type="dxa"/>
            <w:shd w:val="clear" w:color="auto" w:fill="F2F2F2" w:themeFill="background1" w:themeFillShade="F2"/>
            <w:vAlign w:val="center"/>
          </w:tcPr>
          <w:p w14:paraId="1F4D4F0F" w14:textId="77777777" w:rsidR="00E4203F" w:rsidRPr="001B0585" w:rsidRDefault="00E4203F" w:rsidP="001D6A56">
            <w:pPr>
              <w:pStyle w:val="TableText"/>
            </w:pPr>
            <w:r>
              <w:t>172.16.1</w:t>
            </w:r>
            <w:r w:rsidRPr="001B0585">
              <w:t>.</w:t>
            </w:r>
            <w:r>
              <w:t>62</w:t>
            </w:r>
          </w:p>
        </w:tc>
      </w:tr>
      <w:tr w:rsidR="00F41571" w14:paraId="664E575A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1DD8C42" w14:textId="4D3E7498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IT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B5A989D" w14:textId="4C10A19A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NIC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0D9DBAAC" w14:textId="2139F012" w:rsidR="00E4203F" w:rsidRPr="001B0585" w:rsidRDefault="00E4203F" w:rsidP="001D6A56">
            <w:pPr>
              <w:pStyle w:val="TableText"/>
            </w:pPr>
            <w:r w:rsidRPr="001B0585">
              <w:t>2001:</w:t>
            </w:r>
            <w:r w:rsidR="007C14B9">
              <w:t>db</w:t>
            </w:r>
            <w:proofErr w:type="gramStart"/>
            <w:r w:rsidRPr="001B0585">
              <w:t>8:</w:t>
            </w:r>
            <w:r w:rsidR="007C14B9">
              <w:t>cafe</w:t>
            </w:r>
            <w:r w:rsidRPr="001B0585">
              <w:t>::</w:t>
            </w:r>
            <w:proofErr w:type="gramEnd"/>
            <w:r w:rsidRPr="001B0585">
              <w:t>2/64</w:t>
            </w:r>
          </w:p>
        </w:tc>
        <w:tc>
          <w:tcPr>
            <w:tcW w:w="2515" w:type="dxa"/>
            <w:shd w:val="clear" w:color="auto" w:fill="F2F2F2" w:themeFill="background1" w:themeFillShade="F2"/>
            <w:vAlign w:val="center"/>
          </w:tcPr>
          <w:p w14:paraId="15A1412F" w14:textId="5C6D79CA" w:rsidR="00E4203F" w:rsidRPr="001B0585" w:rsidRDefault="007C14B9" w:rsidP="001D6A56">
            <w:pPr>
              <w:pStyle w:val="TableText"/>
            </w:pPr>
            <w:r>
              <w:t>fe</w:t>
            </w:r>
            <w:r w:rsidR="00E4203F" w:rsidRPr="001B0585">
              <w:t>80::1</w:t>
            </w:r>
          </w:p>
        </w:tc>
      </w:tr>
      <w:tr w:rsidR="00F41571" w14:paraId="038246E0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DD583C" w14:textId="35143A1F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IT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8EC824" w14:textId="64067F0B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NIC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1AA0FED2" w14:textId="0797D224" w:rsidR="00E4203F" w:rsidRPr="001B0585" w:rsidRDefault="00E4203F" w:rsidP="007C5790">
            <w:pPr>
              <w:pStyle w:val="TableText"/>
            </w:pPr>
            <w:r>
              <w:t>fe80::2</w:t>
            </w:r>
          </w:p>
        </w:tc>
        <w:tc>
          <w:tcPr>
            <w:tcW w:w="2515" w:type="dxa"/>
            <w:shd w:val="clear" w:color="auto" w:fill="F2F2F2" w:themeFill="background1" w:themeFillShade="F2"/>
            <w:vAlign w:val="center"/>
          </w:tcPr>
          <w:p w14:paraId="52B84D82" w14:textId="2864F2C8" w:rsidR="00E4203F" w:rsidRPr="001B0585" w:rsidRDefault="00E4203F" w:rsidP="00083FED">
            <w:pPr>
              <w:pStyle w:val="ConfigWindow"/>
            </w:pPr>
            <w:r w:rsidRPr="00083FED">
              <w:rPr>
                <w:color w:val="F2F2F2" w:themeColor="background1" w:themeShade="F2"/>
              </w:rPr>
              <w:t>fe80::1</w:t>
            </w:r>
          </w:p>
        </w:tc>
      </w:tr>
      <w:tr w:rsidR="00F41571" w14:paraId="5393805D" w14:textId="77777777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7A0922" w14:textId="77777777" w:rsidR="00E4203F" w:rsidRDefault="00E4203F" w:rsidP="007C5790">
            <w:pPr>
              <w:pStyle w:val="TableText"/>
            </w:pPr>
            <w:r>
              <w:t>Marketing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BD5DB3" w14:textId="77777777" w:rsidR="00E4203F" w:rsidRDefault="00E4203F" w:rsidP="007C5790">
            <w:pPr>
              <w:pStyle w:val="TableText"/>
            </w:pPr>
            <w:r>
              <w:t>NIC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center"/>
          </w:tcPr>
          <w:p w14:paraId="65C0A1FF" w14:textId="088E9309" w:rsidR="00E4203F" w:rsidRPr="001B0585" w:rsidRDefault="00E4203F" w:rsidP="007C5790">
            <w:pPr>
              <w:pStyle w:val="TableText"/>
            </w:pPr>
            <w:r>
              <w:t>172.16.1.65 /26</w:t>
            </w:r>
          </w:p>
        </w:tc>
        <w:tc>
          <w:tcPr>
            <w:tcW w:w="2515" w:type="dxa"/>
            <w:vAlign w:val="center"/>
          </w:tcPr>
          <w:p w14:paraId="4F999FC7" w14:textId="77777777" w:rsidR="00E4203F" w:rsidRPr="001B0585" w:rsidRDefault="00E4203F" w:rsidP="007C5790">
            <w:pPr>
              <w:pStyle w:val="TableText"/>
            </w:pPr>
            <w:r>
              <w:t>172.16.1.126</w:t>
            </w:r>
          </w:p>
        </w:tc>
      </w:tr>
      <w:tr w:rsidR="00F41571" w14:paraId="655FF9DF" w14:textId="77777777" w:rsidTr="00083FED">
        <w:trPr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B05F47" w14:textId="7E125095" w:rsidR="00E4203F" w:rsidRPr="009C342E" w:rsidRDefault="00E4203F" w:rsidP="00083FED">
            <w:pPr>
              <w:pStyle w:val="ConfigWindow"/>
            </w:pPr>
            <w:r w:rsidRPr="009C342E">
              <w:t>Marketing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440B6B" w14:textId="6027E0FF" w:rsidR="00E4203F" w:rsidRDefault="00E4203F" w:rsidP="00083FED">
            <w:pPr>
              <w:pStyle w:val="ConfigWindow"/>
            </w:pPr>
            <w:r w:rsidRPr="005C357F">
              <w:t>NIC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center"/>
          </w:tcPr>
          <w:p w14:paraId="4E7705E6" w14:textId="1667F134" w:rsidR="00E4203F" w:rsidRPr="001B0585" w:rsidRDefault="00E4203F" w:rsidP="007C5790">
            <w:pPr>
              <w:pStyle w:val="TableText"/>
            </w:pPr>
            <w:r w:rsidRPr="001B0585">
              <w:t>2001:</w:t>
            </w:r>
            <w:r w:rsidR="007C14B9">
              <w:t>db</w:t>
            </w:r>
            <w:proofErr w:type="gramStart"/>
            <w:r w:rsidRPr="001B0585">
              <w:t>8:</w:t>
            </w:r>
            <w:r w:rsidR="007C14B9">
              <w:t>cafe</w:t>
            </w:r>
            <w:proofErr w:type="gramEnd"/>
            <w:r w:rsidRPr="001B0585">
              <w:t>:1::2/64</w:t>
            </w:r>
          </w:p>
        </w:tc>
        <w:tc>
          <w:tcPr>
            <w:tcW w:w="2515" w:type="dxa"/>
            <w:vAlign w:val="center"/>
          </w:tcPr>
          <w:p w14:paraId="3978ABB4" w14:textId="01A046FC" w:rsidR="00E4203F" w:rsidRPr="001B0585" w:rsidRDefault="007C14B9" w:rsidP="007C5790">
            <w:pPr>
              <w:pStyle w:val="TableText"/>
            </w:pPr>
            <w:r>
              <w:t>fe</w:t>
            </w:r>
            <w:r w:rsidR="00E4203F" w:rsidRPr="001B0585">
              <w:t>80::1</w:t>
            </w:r>
          </w:p>
        </w:tc>
      </w:tr>
      <w:tr w:rsidR="00F41571" w14:paraId="2E1E084C" w14:textId="77777777" w:rsidTr="00083FED">
        <w:trPr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439B" w14:textId="704542A7" w:rsidR="00E4203F" w:rsidRPr="009C342E" w:rsidRDefault="00E4203F" w:rsidP="00083FED">
            <w:pPr>
              <w:pStyle w:val="ConfigWindow"/>
            </w:pPr>
            <w:r>
              <w:t>Marketing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7E67" w14:textId="4DC21010" w:rsidR="00E4203F" w:rsidRPr="005C357F" w:rsidRDefault="00E4203F" w:rsidP="00083FED">
            <w:pPr>
              <w:pStyle w:val="ConfigWindow"/>
            </w:pPr>
            <w:r>
              <w:t>NIC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center"/>
          </w:tcPr>
          <w:p w14:paraId="7836213D" w14:textId="1D6636D5" w:rsidR="00E4203F" w:rsidRPr="001B0585" w:rsidRDefault="00E4203F" w:rsidP="007C5790">
            <w:pPr>
              <w:pStyle w:val="TableText"/>
            </w:pPr>
            <w:r>
              <w:t>fe80::2</w:t>
            </w:r>
          </w:p>
        </w:tc>
        <w:tc>
          <w:tcPr>
            <w:tcW w:w="2515" w:type="dxa"/>
            <w:vAlign w:val="center"/>
          </w:tcPr>
          <w:p w14:paraId="2FCB879B" w14:textId="438545CF" w:rsidR="00E4203F" w:rsidRPr="001B0585" w:rsidRDefault="00E4203F" w:rsidP="00083FED">
            <w:pPr>
              <w:pStyle w:val="ConfigWindow"/>
            </w:pPr>
            <w:r>
              <w:t>fe80::1</w:t>
            </w:r>
          </w:p>
        </w:tc>
      </w:tr>
      <w:tr w:rsidR="00F41571" w14:paraId="6DED3B43" w14:textId="77777777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2E01C5EA" w14:textId="77777777" w:rsidR="00E4203F" w:rsidRDefault="00E4203F" w:rsidP="007C5790">
            <w:pPr>
              <w:pStyle w:val="TableText"/>
            </w:pPr>
            <w:r>
              <w:t>R&amp;D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15127D0C" w14:textId="77777777" w:rsidR="00E4203F" w:rsidRDefault="00E4203F" w:rsidP="007C5790">
            <w:pPr>
              <w:pStyle w:val="TableText"/>
            </w:pPr>
            <w:r>
              <w:t>NIC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01540370" w14:textId="03CEBE33" w:rsidR="00E4203F" w:rsidRPr="001B0585" w:rsidRDefault="00E4203F" w:rsidP="007C5790">
            <w:pPr>
              <w:pStyle w:val="TableText"/>
            </w:pPr>
            <w:r>
              <w:t>172.16.1.129 /25</w:t>
            </w:r>
          </w:p>
        </w:tc>
        <w:tc>
          <w:tcPr>
            <w:tcW w:w="251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EB3216" w14:textId="77777777" w:rsidR="00E4203F" w:rsidRPr="001B0585" w:rsidRDefault="00E4203F" w:rsidP="007C5790">
            <w:pPr>
              <w:pStyle w:val="TableText"/>
            </w:pPr>
            <w:r>
              <w:t>172.16.1.254</w:t>
            </w:r>
          </w:p>
        </w:tc>
      </w:tr>
      <w:tr w:rsidR="00F41571" w14:paraId="78164554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107638D" w14:textId="30AC46B0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R&amp;D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382F129" w14:textId="74EF7D23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NIC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616AA309" w14:textId="65D088DE" w:rsidR="00E4203F" w:rsidRPr="001B0585" w:rsidRDefault="00E4203F" w:rsidP="007C5790">
            <w:pPr>
              <w:pStyle w:val="TableText"/>
            </w:pPr>
            <w:r w:rsidRPr="001B0585">
              <w:t>2001:</w:t>
            </w:r>
            <w:r w:rsidR="007C14B9">
              <w:t>db</w:t>
            </w:r>
            <w:proofErr w:type="gramStart"/>
            <w:r w:rsidRPr="001B0585">
              <w:t>8:</w:t>
            </w:r>
            <w:r w:rsidR="007C14B9">
              <w:t>cafe</w:t>
            </w:r>
            <w:proofErr w:type="gramEnd"/>
            <w:r w:rsidRPr="001B0585">
              <w:t>:2::2/64</w:t>
            </w:r>
          </w:p>
        </w:tc>
        <w:tc>
          <w:tcPr>
            <w:tcW w:w="2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6074B37A" w14:textId="4C07519D" w:rsidR="00E4203F" w:rsidRPr="001B0585" w:rsidRDefault="007C14B9" w:rsidP="007C5790">
            <w:pPr>
              <w:pStyle w:val="TableText"/>
            </w:pPr>
            <w:r>
              <w:t>fe</w:t>
            </w:r>
            <w:r w:rsidR="00E4203F" w:rsidRPr="001B0585">
              <w:t>80::1</w:t>
            </w:r>
          </w:p>
        </w:tc>
      </w:tr>
      <w:tr w:rsidR="00F41571" w14:paraId="68A056BE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4A9C9" w14:textId="1F6A1164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R&amp;D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F28473" w14:textId="29848F6A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 w:rsidRPr="00083FED">
              <w:rPr>
                <w:color w:val="F2F2F2" w:themeColor="background1" w:themeShade="F2"/>
              </w:rPr>
              <w:t>NIC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37CFF024" w14:textId="40A4E1C3" w:rsidR="00E4203F" w:rsidRPr="001B0585" w:rsidRDefault="00E4203F" w:rsidP="007C5790">
            <w:pPr>
              <w:pStyle w:val="TableText"/>
            </w:pPr>
            <w:r>
              <w:t>fe80::2</w:t>
            </w:r>
          </w:p>
        </w:tc>
        <w:tc>
          <w:tcPr>
            <w:tcW w:w="2515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0CA31D1B" w14:textId="0822EF8C" w:rsidR="00E4203F" w:rsidRPr="001B0585" w:rsidRDefault="00E4203F" w:rsidP="00083FED">
            <w:pPr>
              <w:pStyle w:val="ConfigWindow"/>
            </w:pPr>
            <w:r w:rsidRPr="00083FED">
              <w:rPr>
                <w:color w:val="F2F2F2" w:themeColor="background1" w:themeShade="F2"/>
              </w:rPr>
              <w:t>fe80::1</w:t>
            </w:r>
          </w:p>
        </w:tc>
      </w:tr>
      <w:tr w:rsidR="00F41571" w14:paraId="260419D9" w14:textId="77777777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nil"/>
            </w:tcBorders>
            <w:vAlign w:val="center"/>
          </w:tcPr>
          <w:p w14:paraId="096EAAF2" w14:textId="77777777" w:rsidR="00E4203F" w:rsidRDefault="00E4203F" w:rsidP="007C5790">
            <w:pPr>
              <w:pStyle w:val="TableText"/>
            </w:pPr>
            <w:r>
              <w:lastRenderedPageBreak/>
              <w:t>Web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  <w:vAlign w:val="center"/>
          </w:tcPr>
          <w:p w14:paraId="75A0AA1A" w14:textId="77777777" w:rsidR="00E4203F" w:rsidRDefault="00E4203F" w:rsidP="007C5790">
            <w:pPr>
              <w:pStyle w:val="TableText"/>
            </w:pPr>
            <w:r>
              <w:t>NIC</w:t>
            </w:r>
          </w:p>
        </w:tc>
        <w:tc>
          <w:tcPr>
            <w:tcW w:w="3060" w:type="dxa"/>
            <w:vAlign w:val="center"/>
          </w:tcPr>
          <w:p w14:paraId="2FAA9D62" w14:textId="0CCB63B1" w:rsidR="00E4203F" w:rsidRPr="001B0585" w:rsidRDefault="00E4203F" w:rsidP="007C5790">
            <w:pPr>
              <w:pStyle w:val="TableText"/>
            </w:pPr>
            <w:r w:rsidRPr="001B0585">
              <w:t>64.100.0.3</w:t>
            </w:r>
            <w:r>
              <w:t xml:space="preserve"> /29</w:t>
            </w:r>
          </w:p>
        </w:tc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14:paraId="0FC8D0EF" w14:textId="77777777" w:rsidR="00E4203F" w:rsidRPr="001B0585" w:rsidRDefault="00E4203F" w:rsidP="007C5790">
            <w:pPr>
              <w:pStyle w:val="TableText"/>
            </w:pPr>
            <w:r w:rsidRPr="001B0585">
              <w:t>64.100.0.1</w:t>
            </w:r>
          </w:p>
        </w:tc>
      </w:tr>
      <w:tr w:rsidR="00F41571" w14:paraId="2EB81F32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06605614" w14:textId="03D6D874" w:rsidR="00E4203F" w:rsidRPr="009C342E" w:rsidRDefault="00E4203F" w:rsidP="00083FED">
            <w:pPr>
              <w:pStyle w:val="ConfigWindow"/>
            </w:pPr>
            <w:r w:rsidRPr="009C342E">
              <w:t>Web</w:t>
            </w: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38D2F23E" w14:textId="22A09423" w:rsidR="00E4203F" w:rsidRDefault="00E4203F" w:rsidP="00083FED">
            <w:pPr>
              <w:pStyle w:val="ConfigWindow"/>
            </w:pPr>
            <w:r w:rsidRPr="005C357F">
              <w:t>NIC</w:t>
            </w:r>
          </w:p>
        </w:tc>
        <w:tc>
          <w:tcPr>
            <w:tcW w:w="3060" w:type="dxa"/>
            <w:vAlign w:val="center"/>
          </w:tcPr>
          <w:p w14:paraId="0FA3F81D" w14:textId="103A2F00" w:rsidR="00E4203F" w:rsidRPr="001B0585" w:rsidRDefault="00E4203F" w:rsidP="007C5790">
            <w:pPr>
              <w:pStyle w:val="TableText"/>
            </w:pPr>
            <w:r w:rsidRPr="001B0585">
              <w:t>2001:</w:t>
            </w:r>
            <w:r w:rsidR="007C14B9">
              <w:t>db</w:t>
            </w:r>
            <w:proofErr w:type="gramStart"/>
            <w:r w:rsidRPr="001B0585">
              <w:t>8:</w:t>
            </w:r>
            <w:r w:rsidR="007C14B9">
              <w:t>acad</w:t>
            </w:r>
            <w:r w:rsidRPr="001B0585">
              <w:t>::</w:t>
            </w:r>
            <w:proofErr w:type="gramEnd"/>
            <w:r w:rsidRPr="001B0585">
              <w:t>3/64</w:t>
            </w:r>
          </w:p>
        </w:tc>
        <w:tc>
          <w:tcPr>
            <w:tcW w:w="2515" w:type="dxa"/>
            <w:tcBorders>
              <w:bottom w:val="nil"/>
            </w:tcBorders>
            <w:vAlign w:val="center"/>
          </w:tcPr>
          <w:p w14:paraId="54F0A35E" w14:textId="716DC42E" w:rsidR="00E4203F" w:rsidRPr="001B0585" w:rsidRDefault="007C14B9" w:rsidP="007C5790">
            <w:pPr>
              <w:pStyle w:val="TableText"/>
            </w:pPr>
            <w:r>
              <w:t>fe</w:t>
            </w:r>
            <w:r w:rsidR="00E4203F" w:rsidRPr="001B0585">
              <w:t>80::1</w:t>
            </w:r>
          </w:p>
        </w:tc>
      </w:tr>
      <w:tr w:rsidR="00F41571" w14:paraId="40EB8A4E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single" w:sz="4" w:space="0" w:color="auto"/>
            </w:tcBorders>
            <w:vAlign w:val="center"/>
          </w:tcPr>
          <w:p w14:paraId="0BDC63EB" w14:textId="32F1A78D" w:rsidR="00E4203F" w:rsidRPr="009C342E" w:rsidRDefault="00E4203F" w:rsidP="00083FED">
            <w:pPr>
              <w:pStyle w:val="ConfigWindow"/>
            </w:pPr>
            <w:r>
              <w:t>Web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vAlign w:val="center"/>
          </w:tcPr>
          <w:p w14:paraId="20F1DEB4" w14:textId="58A47E39" w:rsidR="00E4203F" w:rsidRPr="005C357F" w:rsidRDefault="00E4203F" w:rsidP="00083FED">
            <w:pPr>
              <w:pStyle w:val="ConfigWindow"/>
            </w:pPr>
            <w:r>
              <w:t>NIC</w:t>
            </w:r>
          </w:p>
        </w:tc>
        <w:tc>
          <w:tcPr>
            <w:tcW w:w="3060" w:type="dxa"/>
            <w:vAlign w:val="center"/>
          </w:tcPr>
          <w:p w14:paraId="79F958EF" w14:textId="3BDE4454" w:rsidR="00E4203F" w:rsidRPr="001B0585" w:rsidRDefault="00E4203F" w:rsidP="007C5790">
            <w:pPr>
              <w:pStyle w:val="TableText"/>
            </w:pPr>
            <w:r>
              <w:t>fe80::2</w:t>
            </w:r>
          </w:p>
        </w:tc>
        <w:tc>
          <w:tcPr>
            <w:tcW w:w="2515" w:type="dxa"/>
            <w:tcBorders>
              <w:top w:val="nil"/>
              <w:bottom w:val="single" w:sz="4" w:space="0" w:color="auto"/>
            </w:tcBorders>
            <w:vAlign w:val="center"/>
          </w:tcPr>
          <w:p w14:paraId="3AAE0466" w14:textId="2FBCD4E6" w:rsidR="00E4203F" w:rsidRPr="001B0585" w:rsidRDefault="00E4203F" w:rsidP="00083FED">
            <w:pPr>
              <w:pStyle w:val="ConfigWindow"/>
            </w:pPr>
            <w:r>
              <w:t>fe0::1</w:t>
            </w:r>
          </w:p>
        </w:tc>
      </w:tr>
    </w:tbl>
    <w:p w14:paraId="345BEDE4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45C21174" w14:textId="77777777" w:rsidR="00D778DF" w:rsidRPr="004C0909" w:rsidRDefault="007904B4" w:rsidP="007904B4">
      <w:pPr>
        <w:pStyle w:val="Bulletlevel1"/>
      </w:pPr>
      <w:r>
        <w:t>Troubleshoot common issues in a LAN.</w:t>
      </w:r>
    </w:p>
    <w:p w14:paraId="41246FE0" w14:textId="77777777" w:rsidR="00D778DF" w:rsidRDefault="00D778DF" w:rsidP="00D452F4">
      <w:pPr>
        <w:pStyle w:val="Heading1"/>
      </w:pPr>
      <w:r w:rsidRPr="00E70096">
        <w:t>Background / Scenario</w:t>
      </w:r>
    </w:p>
    <w:p w14:paraId="2DE4AAF5" w14:textId="03341647" w:rsidR="007904B4" w:rsidRDefault="007904B4" w:rsidP="007904B4">
      <w:pPr>
        <w:pStyle w:val="BodyTextL25"/>
      </w:pPr>
      <w:r>
        <w:t xml:space="preserve">After an update to the network, some devices were misconfigured. You </w:t>
      </w:r>
      <w:r w:rsidR="007124A1">
        <w:t>must</w:t>
      </w:r>
      <w:r>
        <w:t xml:space="preserve"> correct the configurations and verify that all the PCs can access the </w:t>
      </w:r>
      <w:r w:rsidR="00AA4245">
        <w:t>Web server</w:t>
      </w:r>
      <w:r>
        <w:t>, R1,</w:t>
      </w:r>
      <w:r w:rsidR="00AA4245">
        <w:t xml:space="preserve"> and</w:t>
      </w:r>
      <w:r>
        <w:t xml:space="preserve"> </w:t>
      </w:r>
      <w:r w:rsidR="007A6928">
        <w:t xml:space="preserve">the </w:t>
      </w:r>
      <w:r>
        <w:t>switches</w:t>
      </w:r>
      <w:r w:rsidR="00091B2D">
        <w:t>.</w:t>
      </w:r>
      <w:r w:rsidR="00DD2A2C">
        <w:t xml:space="preserve"> </w:t>
      </w:r>
      <w:r w:rsidR="00091B2D">
        <w:t xml:space="preserve">In addition, </w:t>
      </w:r>
      <w:r w:rsidR="001026A6">
        <w:t>all PCs</w:t>
      </w:r>
      <w:r w:rsidR="00091B2D">
        <w:t xml:space="preserve"> should be able to</w:t>
      </w:r>
      <w:r>
        <w:t xml:space="preserve"> access R1 using SSH.</w:t>
      </w:r>
      <w:r w:rsidR="00DD2A2C">
        <w:t xml:space="preserve"> You should verify connectivity for both IPv4 and IPv6 except for the switches.</w:t>
      </w:r>
    </w:p>
    <w:p w14:paraId="387F56E4" w14:textId="77777777" w:rsidR="005C13E6" w:rsidRDefault="005C13E6" w:rsidP="005C13E6">
      <w:pPr>
        <w:pStyle w:val="Heading1"/>
      </w:pPr>
      <w:r>
        <w:t>Instructions</w:t>
      </w:r>
    </w:p>
    <w:p w14:paraId="08353329" w14:textId="77777777" w:rsidR="007904B4" w:rsidRDefault="007904B4" w:rsidP="007904B4">
      <w:pPr>
        <w:pStyle w:val="BodyTextL25"/>
      </w:pPr>
      <w:r>
        <w:t>Router R1 and all the switches have been preconfigured with the following:</w:t>
      </w:r>
    </w:p>
    <w:p w14:paraId="7BF8668F" w14:textId="77777777" w:rsidR="007904B4" w:rsidRPr="007904B4" w:rsidRDefault="007904B4" w:rsidP="007904B4">
      <w:pPr>
        <w:pStyle w:val="Bulletlevel1"/>
      </w:pPr>
      <w:r w:rsidRPr="007904B4">
        <w:t xml:space="preserve">Enable password: </w:t>
      </w:r>
      <w:r w:rsidRPr="009C342E">
        <w:rPr>
          <w:b/>
        </w:rPr>
        <w:t>Ciscoenpa55</w:t>
      </w:r>
    </w:p>
    <w:p w14:paraId="038384C6" w14:textId="77777777" w:rsidR="007904B4" w:rsidRPr="007904B4" w:rsidRDefault="007904B4" w:rsidP="007904B4">
      <w:pPr>
        <w:pStyle w:val="Bulletlevel1"/>
      </w:pPr>
      <w:r w:rsidRPr="007904B4">
        <w:t xml:space="preserve">Console password: </w:t>
      </w:r>
      <w:r w:rsidRPr="009C342E">
        <w:rPr>
          <w:b/>
        </w:rPr>
        <w:t>Ciscoconpa55</w:t>
      </w:r>
    </w:p>
    <w:p w14:paraId="6789471D" w14:textId="15A48EB2" w:rsidR="007904B4" w:rsidRPr="007904B4" w:rsidRDefault="007904B4" w:rsidP="007904B4">
      <w:pPr>
        <w:pStyle w:val="Bulletlevel1"/>
      </w:pPr>
      <w:r w:rsidRPr="007904B4">
        <w:t>Admin username and password</w:t>
      </w:r>
      <w:r w:rsidR="001026A6">
        <w:t xml:space="preserve"> for SSH</w:t>
      </w:r>
      <w:r w:rsidRPr="007904B4">
        <w:t xml:space="preserve">: </w:t>
      </w:r>
      <w:r w:rsidRPr="009C342E">
        <w:rPr>
          <w:b/>
        </w:rPr>
        <w:t>Admin1/Admin1pa55</w:t>
      </w:r>
    </w:p>
    <w:p w14:paraId="187A23AA" w14:textId="77777777" w:rsidR="007904B4" w:rsidRDefault="007904B4" w:rsidP="007904B4">
      <w:pPr>
        <w:pStyle w:val="BodyTextL25"/>
      </w:pPr>
      <w:r>
        <w:t>Required number of hosts per subnet:</w:t>
      </w:r>
    </w:p>
    <w:p w14:paraId="20B6FB77" w14:textId="77777777" w:rsidR="007904B4" w:rsidRPr="0038406B" w:rsidRDefault="007904B4" w:rsidP="0038406B">
      <w:pPr>
        <w:pStyle w:val="Bulletlevel1"/>
      </w:pPr>
      <w:r>
        <w:t>IT: 50 h</w:t>
      </w:r>
      <w:r w:rsidRPr="0038406B">
        <w:t>osts</w:t>
      </w:r>
    </w:p>
    <w:p w14:paraId="26D9BB61" w14:textId="77777777" w:rsidR="007904B4" w:rsidRPr="0038406B" w:rsidRDefault="007904B4" w:rsidP="0038406B">
      <w:pPr>
        <w:pStyle w:val="Bulletlevel1"/>
      </w:pPr>
      <w:r w:rsidRPr="0038406B">
        <w:t>Marketing: 50 hosts</w:t>
      </w:r>
    </w:p>
    <w:p w14:paraId="09F64618" w14:textId="77777777" w:rsidR="007904B4" w:rsidRDefault="007904B4" w:rsidP="0038406B">
      <w:pPr>
        <w:pStyle w:val="Bulletlevel1"/>
      </w:pPr>
      <w:r w:rsidRPr="0038406B">
        <w:t>R&amp;D: 1</w:t>
      </w:r>
      <w:r>
        <w:t>00 hosts</w:t>
      </w:r>
    </w:p>
    <w:p w14:paraId="37BD9412" w14:textId="025B4EB1" w:rsidR="00A81353" w:rsidRDefault="00A81353" w:rsidP="001D6A56">
      <w:pPr>
        <w:pStyle w:val="BodyTextL25"/>
      </w:pPr>
      <w:r>
        <w:t xml:space="preserve">If </w:t>
      </w:r>
      <w:r w:rsidR="00605F68">
        <w:t>all</w:t>
      </w:r>
      <w:r>
        <w:t xml:space="preserve"> configuration problems have been fixed, all devices should be able to ping each other and the web server.</w:t>
      </w:r>
    </w:p>
    <w:p w14:paraId="03E697A6" w14:textId="0D0D1F16" w:rsidR="0038406B" w:rsidRDefault="0038406B" w:rsidP="0038406B">
      <w:pPr>
        <w:pStyle w:val="ConfigWindow"/>
      </w:pPr>
      <w:r>
        <w:t>End of document</w:t>
      </w:r>
      <w:bookmarkStart w:id="0" w:name="_GoBack"/>
      <w:bookmarkEnd w:id="0"/>
    </w:p>
    <w:sectPr w:rsidR="0038406B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F8376" w14:textId="77777777" w:rsidR="00CB67EB" w:rsidRDefault="00CB67EB" w:rsidP="00710659">
      <w:pPr>
        <w:spacing w:after="0" w:line="240" w:lineRule="auto"/>
      </w:pPr>
      <w:r>
        <w:separator/>
      </w:r>
    </w:p>
    <w:p w14:paraId="77834012" w14:textId="77777777" w:rsidR="00CB67EB" w:rsidRDefault="00CB67EB"/>
  </w:endnote>
  <w:endnote w:type="continuationSeparator" w:id="0">
    <w:p w14:paraId="4211A3B3" w14:textId="77777777" w:rsidR="00CB67EB" w:rsidRDefault="00CB67EB" w:rsidP="00710659">
      <w:pPr>
        <w:spacing w:after="0" w:line="240" w:lineRule="auto"/>
      </w:pPr>
      <w:r>
        <w:continuationSeparator/>
      </w:r>
    </w:p>
    <w:p w14:paraId="39C1E37E" w14:textId="77777777" w:rsidR="00CB67EB" w:rsidRDefault="00CB67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F47DA" w14:textId="77777777"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EAE01" w14:textId="5D30D00A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A64E1">
          <w:t>2019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EC2FD5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41571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41571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735DF" w14:textId="41013AC0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A64E1">
          <w:t>2019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EC2FD5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41571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41571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5653A" w14:textId="77777777" w:rsidR="00CB67EB" w:rsidRDefault="00CB67EB" w:rsidP="00710659">
      <w:pPr>
        <w:spacing w:after="0" w:line="240" w:lineRule="auto"/>
      </w:pPr>
      <w:r>
        <w:separator/>
      </w:r>
    </w:p>
    <w:p w14:paraId="072961C0" w14:textId="77777777" w:rsidR="00CB67EB" w:rsidRDefault="00CB67EB"/>
  </w:footnote>
  <w:footnote w:type="continuationSeparator" w:id="0">
    <w:p w14:paraId="2F2D7E9A" w14:textId="77777777" w:rsidR="00CB67EB" w:rsidRDefault="00CB67EB" w:rsidP="00710659">
      <w:pPr>
        <w:spacing w:after="0" w:line="240" w:lineRule="auto"/>
      </w:pPr>
      <w:r>
        <w:continuationSeparator/>
      </w:r>
    </w:p>
    <w:p w14:paraId="7F5EA58B" w14:textId="77777777" w:rsidR="00CB67EB" w:rsidRDefault="00CB67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46029" w14:textId="77777777"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29C8BB83C7BD4E14BE2DDA7D09FA68B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84EC0F1" w14:textId="77777777" w:rsidR="00926CB2" w:rsidRDefault="001A64E1" w:rsidP="008402F2">
        <w:pPr>
          <w:pStyle w:val="PageHead"/>
        </w:pPr>
        <w:r>
          <w:t>Packet Tracer – Troubleshooting Challenge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42821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18C022AB" wp14:editId="1DFEB0F9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D2595F"/>
    <w:multiLevelType w:val="multilevel"/>
    <w:tmpl w:val="65C0076E"/>
    <w:lvl w:ilvl="0">
      <w:start w:val="1"/>
      <w:numFmt w:val="bullet"/>
      <w:lvlText w:val="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16"/>
        <w:szCs w:val="16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A0148D9"/>
    <w:multiLevelType w:val="multilevel"/>
    <w:tmpl w:val="A240EB10"/>
    <w:lvl w:ilvl="0">
      <w:start w:val="1"/>
      <w:numFmt w:val="bullet"/>
      <w:pStyle w:val="Bulletlevel1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4BF23836"/>
    <w:multiLevelType w:val="multilevel"/>
    <w:tmpl w:val="68668968"/>
    <w:styleLink w:val="BulletList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Webdings" w:hAnsi="Webdings" w:hint="default"/>
          <w:sz w:val="16"/>
          <w:szCs w:val="16"/>
          <w:vertAlign w:val="subscript"/>
        </w:rPr>
      </w:lvl>
    </w:lvlOverride>
  </w:num>
  <w:num w:numId="2">
    <w:abstractNumId w:val="5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5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5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2"/>
  </w:num>
  <w:num w:numId="11">
    <w:abstractNumId w:val="4"/>
  </w:num>
  <w:num w:numId="1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591"/>
    <w:rsid w:val="00001BDF"/>
    <w:rsid w:val="0000380F"/>
    <w:rsid w:val="00004175"/>
    <w:rsid w:val="000059C9"/>
    <w:rsid w:val="00012C22"/>
    <w:rsid w:val="0001315D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3FED"/>
    <w:rsid w:val="00084C99"/>
    <w:rsid w:val="00085CC6"/>
    <w:rsid w:val="00090C07"/>
    <w:rsid w:val="0009147A"/>
    <w:rsid w:val="00091B2D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26A6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4E1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D6A56"/>
    <w:rsid w:val="001E0AB8"/>
    <w:rsid w:val="001E38E0"/>
    <w:rsid w:val="001E4E72"/>
    <w:rsid w:val="001E62B3"/>
    <w:rsid w:val="001E6424"/>
    <w:rsid w:val="001F0171"/>
    <w:rsid w:val="001F0D77"/>
    <w:rsid w:val="001F643A"/>
    <w:rsid w:val="001F6EBC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0CB"/>
    <w:rsid w:val="003608AC"/>
    <w:rsid w:val="00363A23"/>
    <w:rsid w:val="0036440C"/>
    <w:rsid w:val="0036465A"/>
    <w:rsid w:val="0038406B"/>
    <w:rsid w:val="003867A5"/>
    <w:rsid w:val="00390C38"/>
    <w:rsid w:val="0039266B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36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83035"/>
    <w:rsid w:val="00492781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4B6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4F74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13E6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2954"/>
    <w:rsid w:val="006034CB"/>
    <w:rsid w:val="00603503"/>
    <w:rsid w:val="00603C52"/>
    <w:rsid w:val="00605F68"/>
    <w:rsid w:val="006131CE"/>
    <w:rsid w:val="0061336B"/>
    <w:rsid w:val="00617D6E"/>
    <w:rsid w:val="00620ED5"/>
    <w:rsid w:val="00622D61"/>
    <w:rsid w:val="00623988"/>
    <w:rsid w:val="00624198"/>
    <w:rsid w:val="006248B8"/>
    <w:rsid w:val="00636C28"/>
    <w:rsid w:val="006428E5"/>
    <w:rsid w:val="00644958"/>
    <w:rsid w:val="006513FB"/>
    <w:rsid w:val="006530EC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124A1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04B4"/>
    <w:rsid w:val="00792F4E"/>
    <w:rsid w:val="0079398D"/>
    <w:rsid w:val="00796C25"/>
    <w:rsid w:val="007A287C"/>
    <w:rsid w:val="007A3B2A"/>
    <w:rsid w:val="007A5904"/>
    <w:rsid w:val="007A6928"/>
    <w:rsid w:val="007B0C9D"/>
    <w:rsid w:val="007B5522"/>
    <w:rsid w:val="007C0EE0"/>
    <w:rsid w:val="007C14B9"/>
    <w:rsid w:val="007C1B71"/>
    <w:rsid w:val="007C2FBB"/>
    <w:rsid w:val="007C5790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02CF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2A2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C03"/>
    <w:rsid w:val="00933F28"/>
    <w:rsid w:val="009400C3"/>
    <w:rsid w:val="009453F7"/>
    <w:rsid w:val="009476C0"/>
    <w:rsid w:val="00963E34"/>
    <w:rsid w:val="00964DFA"/>
    <w:rsid w:val="00970A69"/>
    <w:rsid w:val="00980AD2"/>
    <w:rsid w:val="0098155C"/>
    <w:rsid w:val="00983B77"/>
    <w:rsid w:val="00996053"/>
    <w:rsid w:val="009A0B2F"/>
    <w:rsid w:val="009A1CF4"/>
    <w:rsid w:val="009A37D7"/>
    <w:rsid w:val="009A4E17"/>
    <w:rsid w:val="009A6955"/>
    <w:rsid w:val="009B0591"/>
    <w:rsid w:val="009B341C"/>
    <w:rsid w:val="009B5747"/>
    <w:rsid w:val="009C0B81"/>
    <w:rsid w:val="009C3182"/>
    <w:rsid w:val="009C342E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7F3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1353"/>
    <w:rsid w:val="00A82658"/>
    <w:rsid w:val="00A83374"/>
    <w:rsid w:val="00A96172"/>
    <w:rsid w:val="00A96D52"/>
    <w:rsid w:val="00A97C5F"/>
    <w:rsid w:val="00AA4245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2F86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5C37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A7B4B"/>
    <w:rsid w:val="00CB2FC9"/>
    <w:rsid w:val="00CB5068"/>
    <w:rsid w:val="00CB67EB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3728B"/>
    <w:rsid w:val="00D41566"/>
    <w:rsid w:val="00D452F4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64A7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2A2C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203F"/>
    <w:rsid w:val="00E449D0"/>
    <w:rsid w:val="00E44A34"/>
    <w:rsid w:val="00E4506A"/>
    <w:rsid w:val="00E46145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2FD5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571"/>
    <w:rsid w:val="00F41F1B"/>
    <w:rsid w:val="00F46BD9"/>
    <w:rsid w:val="00F60BE0"/>
    <w:rsid w:val="00F6280E"/>
    <w:rsid w:val="00F7050A"/>
    <w:rsid w:val="00F75533"/>
    <w:rsid w:val="00F8036D"/>
    <w:rsid w:val="00F809DC"/>
    <w:rsid w:val="00F8528C"/>
    <w:rsid w:val="00F86EB0"/>
    <w:rsid w:val="00F875AD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C6C15"/>
  <w15:docId w15:val="{FF0DAB57-6188-4AA6-AC10-3DA08D04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A76665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semiHidden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452F4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semiHidden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38406B"/>
    <w:pPr>
      <w:numPr>
        <w:numId w:val="1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8002CF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2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LabSection">
    <w:name w:val="Lab Section"/>
    <w:basedOn w:val="Normal"/>
    <w:next w:val="Normal"/>
    <w:qFormat/>
    <w:rsid w:val="001A64E1"/>
    <w:pPr>
      <w:keepNext/>
      <w:tabs>
        <w:tab w:val="num" w:pos="0"/>
      </w:tabs>
      <w:spacing w:before="240" w:after="120" w:line="240" w:lineRule="auto"/>
    </w:pPr>
    <w:rPr>
      <w:rFonts w:eastAsia="Times New Roman"/>
      <w:b/>
      <w:bCs/>
      <w:iCs/>
      <w:sz w:val="24"/>
    </w:rPr>
  </w:style>
  <w:style w:type="character" w:styleId="Hyperlink">
    <w:name w:val="Hyperlink"/>
    <w:basedOn w:val="DefaultParagraphFont"/>
    <w:unhideWhenUsed/>
    <w:rsid w:val="00A8135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13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C8BB83C7BD4E14BE2DDA7D09FA68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95F37-A0E5-42EA-81C3-1709CFD02A56}"/>
      </w:docPartPr>
      <w:docPartBody>
        <w:p w:rsidR="00D40B4F" w:rsidRDefault="0074177A">
          <w:pPr>
            <w:pStyle w:val="29C8BB83C7BD4E14BE2DDA7D09FA68BE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77A"/>
    <w:rsid w:val="00180ACD"/>
    <w:rsid w:val="002A2E4B"/>
    <w:rsid w:val="00400745"/>
    <w:rsid w:val="0074177A"/>
    <w:rsid w:val="008C6C43"/>
    <w:rsid w:val="008D66F6"/>
    <w:rsid w:val="00A96077"/>
    <w:rsid w:val="00AD7939"/>
    <w:rsid w:val="00BB3DFE"/>
    <w:rsid w:val="00C45A74"/>
    <w:rsid w:val="00D40B4F"/>
    <w:rsid w:val="00F0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9C8BB83C7BD4E14BE2DDA7D09FA68BE">
    <w:name w:val="29C8BB83C7BD4E14BE2DDA7D09FA68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F1468-57D4-49F0-B693-4A366F76A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0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– Troubleshooting Challenge</vt:lpstr>
    </vt:vector>
  </TitlesOfParts>
  <Company>Cisco Systems, Inc.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– Troubleshooting Challenge</dc:title>
  <dc:creator>Martin Benson</dc:creator>
  <dc:description>2019</dc:description>
  <cp:lastModifiedBy>DH</cp:lastModifiedBy>
  <cp:revision>2</cp:revision>
  <dcterms:created xsi:type="dcterms:W3CDTF">2019-12-02T20:45:00Z</dcterms:created>
  <dcterms:modified xsi:type="dcterms:W3CDTF">2019-12-02T20:45:00Z</dcterms:modified>
</cp:coreProperties>
</file>